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9F8BF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243518" w:rsidRPr="00E00F01">
        <w:rPr>
          <w:rFonts w:ascii="Verdana" w:hAnsi="Verdana"/>
          <w:b/>
        </w:rPr>
        <w:t>„Nákup plničky klimatizací pro OŘ PHA 2024</w:t>
      </w:r>
      <w:r w:rsidR="00243518" w:rsidRPr="00243518">
        <w:rPr>
          <w:rFonts w:ascii="Verdana" w:hAnsi="Verdana"/>
          <w:b/>
        </w:rPr>
        <w:t>“</w:t>
      </w:r>
      <w:r w:rsidRPr="00243518">
        <w:rPr>
          <w:rFonts w:eastAsia="Times New Roman" w:cs="Times New Roman"/>
          <w:lang w:eastAsia="cs-CZ"/>
        </w:rPr>
        <w:t>, č.</w:t>
      </w:r>
      <w:r w:rsidR="00243518">
        <w:rPr>
          <w:rFonts w:eastAsia="Times New Roman" w:cs="Times New Roman"/>
          <w:lang w:eastAsia="cs-CZ"/>
        </w:rPr>
        <w:t xml:space="preserve"> </w:t>
      </w:r>
      <w:r w:rsidRPr="00243518">
        <w:rPr>
          <w:rFonts w:eastAsia="Times New Roman" w:cs="Times New Roman"/>
          <w:lang w:eastAsia="cs-CZ"/>
        </w:rPr>
        <w:t xml:space="preserve">j. </w:t>
      </w:r>
      <w:r w:rsidR="00243518" w:rsidRPr="00243518">
        <w:rPr>
          <w:rFonts w:eastAsia="Times New Roman" w:cs="Times New Roman"/>
          <w:lang w:eastAsia="cs-CZ"/>
        </w:rPr>
        <w:t>19403/2024-SŽ-OŘ PHA-OVZ</w:t>
      </w:r>
      <w:r w:rsidRPr="00243518">
        <w:rPr>
          <w:rFonts w:eastAsia="Times New Roman" w:cs="Times New Roman"/>
          <w:lang w:eastAsia="cs-CZ"/>
        </w:rPr>
        <w:t>, t</w:t>
      </w:r>
      <w:r>
        <w:rPr>
          <w:rFonts w:eastAsia="Times New Roman" w:cs="Times New Roman"/>
          <w:lang w:eastAsia="cs-CZ"/>
        </w:rPr>
        <w:t xml:space="preserve">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871F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871F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523B" w14:textId="77777777" w:rsidR="000871F1" w:rsidRDefault="000871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34C6EA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71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71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CD77ED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71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71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ED4C49F" w14:textId="77777777" w:rsidR="000871F1" w:rsidRPr="000871F1" w:rsidRDefault="000871F1" w:rsidP="000871F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2"/>
            </w:rPr>
          </w:pPr>
          <w:r w:rsidRPr="000871F1">
            <w:rPr>
              <w:sz w:val="12"/>
              <w:szCs w:val="12"/>
            </w:rPr>
            <w:t>Oblastní ředitelství Praha</w:t>
          </w:r>
        </w:p>
        <w:p w14:paraId="0387EFD7" w14:textId="77777777" w:rsidR="000871F1" w:rsidRPr="000871F1" w:rsidRDefault="000871F1" w:rsidP="000871F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2"/>
            </w:rPr>
          </w:pPr>
          <w:r w:rsidRPr="000871F1">
            <w:rPr>
              <w:sz w:val="12"/>
              <w:szCs w:val="12"/>
            </w:rPr>
            <w:t>Partyzánská 24</w:t>
          </w:r>
        </w:p>
        <w:p w14:paraId="59466B9A" w14:textId="1108CA0C" w:rsidR="00F1715C" w:rsidRPr="000871F1" w:rsidRDefault="000871F1" w:rsidP="000871F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2"/>
            </w:rPr>
          </w:pPr>
          <w:r w:rsidRPr="000871F1">
            <w:rPr>
              <w:sz w:val="12"/>
              <w:szCs w:val="12"/>
            </w:rP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5DD7D" w14:textId="77777777" w:rsidR="000871F1" w:rsidRDefault="000871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871F1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43518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3E6CFB-E142-4A96-A8ED-2D8415CE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13</cp:revision>
  <cp:lastPrinted>2024-05-15T07:19:00Z</cp:lastPrinted>
  <dcterms:created xsi:type="dcterms:W3CDTF">2023-11-16T10:29:00Z</dcterms:created>
  <dcterms:modified xsi:type="dcterms:W3CDTF">2024-05-17T07:48:00Z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